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3"/>
        <w:gridCol w:w="4715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  <w:r w:rsidR="002478B9">
              <w:rPr>
                <w:b/>
              </w:rPr>
              <w:t xml:space="preserve"> Tim Peterson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2478B9">
              <w:rPr>
                <w:b/>
              </w:rPr>
              <w:t>7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proofErr w:type="spellStart"/>
            <w:r w:rsidR="002478B9">
              <w:rPr>
                <w:b/>
              </w:rPr>
              <w:t>Gui</w:t>
            </w:r>
            <w:proofErr w:type="spellEnd"/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135E2">
              <w:rPr>
                <w:b/>
              </w:rPr>
              <w:t>Chip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2478B9">
              <w:rPr>
                <w:b/>
              </w:rPr>
              <w:t>Stands for Graphical User Interface. It refers to the graphical interface of a computer that allows users to click and drag objects with a mouse instead of entering text at a command line.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>Defin</w:t>
            </w:r>
            <w:r w:rsidR="00A135E2">
              <w:rPr>
                <w:b/>
              </w:rPr>
              <w:t>i</w:t>
            </w:r>
            <w:r w:rsidRPr="003D004D">
              <w:rPr>
                <w:b/>
              </w:rPr>
              <w:t xml:space="preserve">tion:  </w:t>
            </w:r>
            <w:r w:rsidR="00A135E2">
              <w:rPr>
                <w:b/>
              </w:rPr>
              <w:t>A chip is a tiny piece of silicon WITH ELECTRONICS CIRCUITS. The chip is the most IMPORTANT PART OF THE COMPUTER.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8E53F4">
              <w:rPr>
                <w:b/>
              </w:rPr>
              <w:t>Firewall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8E53F4">
              <w:rPr>
                <w:b/>
              </w:rPr>
              <w:t>Processor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8E53F4">
              <w:rPr>
                <w:b/>
              </w:rPr>
              <w:t xml:space="preserve">A computer firewall limits the data that can pass through it and protects a networked server or client machine from damage by unauthorized users.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8E53F4">
              <w:rPr>
                <w:b/>
              </w:rPr>
              <w:t>This little chip is the heart of a computer. Also referred to as the “</w:t>
            </w:r>
            <w:proofErr w:type="spellStart"/>
            <w:r w:rsidR="008E53F4">
              <w:rPr>
                <w:b/>
              </w:rPr>
              <w:t>microprocessor,”the</w:t>
            </w:r>
            <w:proofErr w:type="spellEnd"/>
            <w:r w:rsidR="008E53F4">
              <w:rPr>
                <w:b/>
              </w:rPr>
              <w:t xml:space="preserve"> processor does all the computations such as adding, subtraction, multiplying, and dividing. In PCs, the most popular microprocessor used is the Intel Pentium chip, whereas </w:t>
            </w:r>
            <w:proofErr w:type="spellStart"/>
            <w:r w:rsidR="008E53F4">
              <w:rPr>
                <w:b/>
              </w:rPr>
              <w:t>macintosh</w:t>
            </w:r>
            <w:proofErr w:type="spellEnd"/>
            <w:r w:rsidR="008E53F4">
              <w:rPr>
                <w:b/>
              </w:rPr>
              <w:t xml:space="preserve"> computers use the PowerPC chip.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  <w:r w:rsidR="00F224D7">
              <w:rPr>
                <w:b/>
              </w:rPr>
              <w:t xml:space="preserve"> We learned about ratios and how you can write them. We read a lot of stories in reading and we did power points in science and social studies.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2478B9"/>
    <w:rsid w:val="002478B9"/>
    <w:rsid w:val="0039291A"/>
    <w:rsid w:val="003A37C7"/>
    <w:rsid w:val="003C456B"/>
    <w:rsid w:val="003D004D"/>
    <w:rsid w:val="00480FC9"/>
    <w:rsid w:val="004F7C77"/>
    <w:rsid w:val="005E5126"/>
    <w:rsid w:val="006C045D"/>
    <w:rsid w:val="00830AA8"/>
    <w:rsid w:val="0086135C"/>
    <w:rsid w:val="008E53F4"/>
    <w:rsid w:val="00A135E2"/>
    <w:rsid w:val="00A36B4B"/>
    <w:rsid w:val="00D0026D"/>
    <w:rsid w:val="00D21F89"/>
    <w:rsid w:val="00E8780A"/>
    <w:rsid w:val="00EA2B9F"/>
    <w:rsid w:val="00F02725"/>
    <w:rsid w:val="00F22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7petert\Desktop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18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17petert</dc:creator>
  <cp:keywords/>
  <dc:description/>
  <cp:lastModifiedBy>17petert</cp:lastModifiedBy>
  <cp:revision>4</cp:revision>
  <dcterms:created xsi:type="dcterms:W3CDTF">2011-12-05T18:04:00Z</dcterms:created>
  <dcterms:modified xsi:type="dcterms:W3CDTF">2011-12-09T18:06:00Z</dcterms:modified>
</cp:coreProperties>
</file>